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78DAB" w14:textId="6266C21E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F4FD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36119">
        <w:rPr>
          <w:rFonts w:asciiTheme="majorHAnsi" w:eastAsia="Times New Roman" w:hAnsiTheme="majorHAnsi" w:cs="Times New Roman"/>
          <w:lang w:eastAsia="cs-CZ"/>
        </w:rPr>
        <w:t>4</w:t>
      </w:r>
      <w:bookmarkStart w:id="0" w:name="_GoBack"/>
      <w:bookmarkEnd w:id="0"/>
      <w:r w:rsidR="00DD29C3" w:rsidRPr="005F4FD6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8735F6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1432E23E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F1E2795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42E16EC6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D636E48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2C9B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A8A9D8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1E592B3A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F8729F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F612F1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5B353FB5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DDC12A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EC5896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4D9F64C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58CA7888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A8811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2A7EB04A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72FE7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7E27E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CE18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46B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D3CD2C" w14:textId="77777777" w:rsidR="00F1715C" w:rsidRDefault="00F1715C" w:rsidP="00D831A3">
          <w:pPr>
            <w:pStyle w:val="Zpat"/>
          </w:pPr>
        </w:p>
      </w:tc>
    </w:tr>
  </w:tbl>
  <w:p w14:paraId="3E98908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D34183" wp14:editId="148503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30B37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DD6AA5C" wp14:editId="3F52784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EC0D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1C13E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9B820F" w14:textId="65FA5A0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1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1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957D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0C67A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F1CF4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CAAC86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ED765A0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86259CD" w14:textId="77777777" w:rsidR="00F1715C" w:rsidRDefault="00F1715C" w:rsidP="00460660">
          <w:pPr>
            <w:pStyle w:val="Zpat"/>
          </w:pPr>
        </w:p>
      </w:tc>
    </w:tr>
  </w:tbl>
  <w:p w14:paraId="00340CF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1D62169" wp14:editId="1ECC9F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8F1A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014A45" wp14:editId="6B8B030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310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E1177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ED8B6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5E731E5B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300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116B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4FC09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9B8452" w14:textId="77777777" w:rsidR="00F1715C" w:rsidRPr="00D6163D" w:rsidRDefault="00F1715C" w:rsidP="00D6163D">
          <w:pPr>
            <w:pStyle w:val="Druhdokumentu"/>
          </w:pPr>
        </w:p>
      </w:tc>
    </w:tr>
  </w:tbl>
  <w:p w14:paraId="272742C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5FBC1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A28B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69A4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E87F12" w14:textId="77777777" w:rsidR="00F1715C" w:rsidRPr="00D6163D" w:rsidRDefault="00F1715C" w:rsidP="00FC6389">
          <w:pPr>
            <w:pStyle w:val="Druhdokumentu"/>
          </w:pPr>
        </w:p>
      </w:tc>
    </w:tr>
    <w:tr w:rsidR="009F392E" w14:paraId="6871889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C09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912E7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AFB2F7" w14:textId="77777777" w:rsidR="009F392E" w:rsidRPr="00D6163D" w:rsidRDefault="009F392E" w:rsidP="00FC6389">
          <w:pPr>
            <w:pStyle w:val="Druhdokumentu"/>
          </w:pPr>
        </w:p>
      </w:tc>
    </w:tr>
  </w:tbl>
  <w:p w14:paraId="6692FBE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DDAC29" wp14:editId="282295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D692F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37180"/>
    <w:rsid w:val="00051BB8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4FD6"/>
    <w:rsid w:val="0061068E"/>
    <w:rsid w:val="00636119"/>
    <w:rsid w:val="00656BA8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35F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C3FC5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2" ma:contentTypeDescription="Vytvoří nový dokument" ma:contentTypeScope="" ma:versionID="221387d9996f724a8fc357e6d2bf5d3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2ae9cc2c142ca706cd4012b085f435f0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e72ec546-4dff-450b-b362-708814111d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cc53f03-f20e-45c2-932e-d0b8d8cf827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E99339-43F3-48D3-9E13-26CC7C10A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9C97A8-1C19-4424-81C0-77BB69AF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</cp:revision>
  <cp:lastPrinted>2017-11-28T17:18:00Z</cp:lastPrinted>
  <dcterms:created xsi:type="dcterms:W3CDTF">2023-05-09T08:53:00Z</dcterms:created>
  <dcterms:modified xsi:type="dcterms:W3CDTF">2023-05-29T09:08:00Z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